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D1064" w14:textId="77777777" w:rsidR="00691F3A" w:rsidRPr="00116A14" w:rsidRDefault="00D8566B" w:rsidP="00D8566B">
      <w:pPr>
        <w:jc w:val="right"/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令和　　年　　月　　日</w:t>
      </w:r>
    </w:p>
    <w:p w14:paraId="37DA96E2" w14:textId="77777777" w:rsidR="00D8566B" w:rsidRPr="00116A14" w:rsidRDefault="00D8566B">
      <w:pPr>
        <w:rPr>
          <w:rFonts w:ascii="UD デジタル 教科書体 NK-R" w:eastAsia="UD デジタル 教科書体 NK-R"/>
          <w:sz w:val="22"/>
        </w:rPr>
      </w:pPr>
    </w:p>
    <w:p w14:paraId="57DB2BAD" w14:textId="77777777" w:rsidR="00D8566B" w:rsidRPr="00116A14" w:rsidRDefault="00D8566B">
      <w:pPr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障害者地域支援・研修センター</w:t>
      </w:r>
    </w:p>
    <w:p w14:paraId="0E2761F2" w14:textId="77777777" w:rsidR="00D8566B" w:rsidRPr="00116A14" w:rsidRDefault="00D8566B">
      <w:pPr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所　長　　様</w:t>
      </w:r>
    </w:p>
    <w:p w14:paraId="17E52914" w14:textId="77777777" w:rsidR="00D8566B" w:rsidRPr="00116A14" w:rsidRDefault="00D8566B">
      <w:pPr>
        <w:rPr>
          <w:rFonts w:ascii="UD デジタル 教科書体 NK-R" w:eastAsia="UD デジタル 教科書体 NK-R"/>
          <w:sz w:val="22"/>
        </w:rPr>
      </w:pPr>
    </w:p>
    <w:p w14:paraId="4D65A587" w14:textId="77777777" w:rsidR="00D8566B" w:rsidRPr="00116A14" w:rsidRDefault="00D8566B" w:rsidP="00D8566B">
      <w:pPr>
        <w:ind w:firstLineChars="2300" w:firstLine="5060"/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事業所名</w:t>
      </w:r>
    </w:p>
    <w:p w14:paraId="4F8C0DE6" w14:textId="03CFC5B2" w:rsidR="00D8566B" w:rsidRPr="00116A14" w:rsidRDefault="00D8566B" w:rsidP="00D8566B">
      <w:pPr>
        <w:ind w:firstLineChars="2300" w:firstLine="5060"/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 xml:space="preserve">管理者名　　　　　　　　　　　</w:t>
      </w:r>
      <w:r w:rsidR="00035904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116A14">
        <w:rPr>
          <w:rFonts w:ascii="UD デジタル 教科書体 NK-R" w:eastAsia="UD デジタル 教科書体 NK-R" w:hint="eastAsia"/>
          <w:sz w:val="22"/>
        </w:rPr>
        <w:t xml:space="preserve">　</w:t>
      </w:r>
      <w:r w:rsidR="00C74D3D">
        <w:rPr>
          <w:rFonts w:ascii="UD デジタル 教科書体 NK-R" w:eastAsia="UD デジタル 教科書体 NK-R" w:hint="eastAsia"/>
          <w:sz w:val="22"/>
        </w:rPr>
        <w:t xml:space="preserve">   </w:t>
      </w:r>
      <w:r w:rsidRPr="00116A14">
        <w:rPr>
          <w:rFonts w:ascii="UD デジタル 教科書体 NK-R" w:eastAsia="UD デジタル 教科書体 NK-R" w:hint="eastAsia"/>
          <w:sz w:val="22"/>
        </w:rPr>
        <w:t>印</w:t>
      </w:r>
    </w:p>
    <w:p w14:paraId="4AFE12EF" w14:textId="77777777" w:rsidR="00D8566B" w:rsidRPr="00116A14" w:rsidRDefault="00D8566B" w:rsidP="00D8566B">
      <w:pPr>
        <w:ind w:firstLineChars="2300" w:firstLine="5060"/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（管理者名が自署の場合、公印不要）</w:t>
      </w:r>
    </w:p>
    <w:p w14:paraId="4052969C" w14:textId="77777777" w:rsidR="00C74D3D" w:rsidRPr="00C74D3D" w:rsidRDefault="00C74D3D" w:rsidP="00C74D3D">
      <w:pPr>
        <w:jc w:val="right"/>
        <w:rPr>
          <w:rFonts w:ascii="UD デジタル 教科書体 NK-R" w:eastAsia="UD デジタル 教科書体 NK-R" w:hint="eastAsia"/>
          <w:sz w:val="22"/>
        </w:rPr>
      </w:pPr>
      <w:r w:rsidRPr="00C74D3D">
        <w:rPr>
          <w:rFonts w:ascii="UD デジタル 教科書体 NK-R" w:eastAsia="UD デジタル 教科書体 NK-R" w:hint="eastAsia"/>
          <w:sz w:val="22"/>
        </w:rPr>
        <w:t>（個人受講の場合、個人名を記載）</w:t>
      </w:r>
    </w:p>
    <w:p w14:paraId="102947A0" w14:textId="77777777" w:rsidR="00D8566B" w:rsidRPr="00C74D3D" w:rsidRDefault="00D8566B">
      <w:pPr>
        <w:rPr>
          <w:rFonts w:ascii="UD デジタル 教科書体 NK-R" w:eastAsia="UD デジタル 教科書体 NK-R"/>
          <w:sz w:val="22"/>
        </w:rPr>
      </w:pPr>
    </w:p>
    <w:p w14:paraId="1AAD6EB6" w14:textId="77777777" w:rsidR="00D8566B" w:rsidRPr="00116A14" w:rsidRDefault="00D8566B" w:rsidP="00D8566B">
      <w:pPr>
        <w:jc w:val="center"/>
        <w:rPr>
          <w:rFonts w:ascii="UD デジタル 教科書体 NK-R" w:eastAsia="UD デジタル 教科書体 NK-R"/>
          <w:sz w:val="36"/>
          <w:szCs w:val="36"/>
        </w:rPr>
      </w:pPr>
      <w:r w:rsidRPr="00116A14">
        <w:rPr>
          <w:rFonts w:ascii="UD デジタル 教科書体 NK-R" w:eastAsia="UD デジタル 教科書体 NK-R" w:hint="eastAsia"/>
          <w:sz w:val="36"/>
          <w:szCs w:val="36"/>
        </w:rPr>
        <w:t>研修辞退届</w:t>
      </w:r>
    </w:p>
    <w:p w14:paraId="0A7D0EB1" w14:textId="77777777" w:rsidR="00D8566B" w:rsidRPr="00116A14" w:rsidRDefault="00D8566B">
      <w:pPr>
        <w:rPr>
          <w:rFonts w:ascii="UD デジタル 教科書体 NK-R" w:eastAsia="UD デジタル 教科書体 NK-R"/>
          <w:sz w:val="22"/>
        </w:rPr>
      </w:pPr>
    </w:p>
    <w:p w14:paraId="7AA95638" w14:textId="77777777" w:rsidR="00D8566B" w:rsidRPr="00116A14" w:rsidRDefault="00D8566B">
      <w:pPr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表記のことについて、下記の通り届け出ます。</w:t>
      </w:r>
    </w:p>
    <w:p w14:paraId="4D5D8BD8" w14:textId="77777777" w:rsidR="00D8566B" w:rsidRPr="00116A14" w:rsidRDefault="00D8566B">
      <w:pPr>
        <w:rPr>
          <w:rFonts w:ascii="UD デジタル 教科書体 NK-R" w:eastAsia="UD デジタル 教科書体 NK-R"/>
          <w:sz w:val="22"/>
        </w:rPr>
      </w:pPr>
    </w:p>
    <w:p w14:paraId="18CAADB8" w14:textId="77777777" w:rsidR="00D8566B" w:rsidRPr="00116A14" w:rsidRDefault="00D8566B" w:rsidP="00D8566B">
      <w:pPr>
        <w:pStyle w:val="a3"/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記</w:t>
      </w:r>
    </w:p>
    <w:p w14:paraId="327733ED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</w:p>
    <w:p w14:paraId="220FDAE6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１．研　　修　　名：</w:t>
      </w:r>
    </w:p>
    <w:p w14:paraId="554D6E30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</w:p>
    <w:p w14:paraId="16890FF7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２．受講者名及び受講番号：</w:t>
      </w:r>
    </w:p>
    <w:p w14:paraId="2336391E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</w:p>
    <w:p w14:paraId="723A0B30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３．理　　　　　由：</w:t>
      </w:r>
    </w:p>
    <w:p w14:paraId="37CC21BB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</w:p>
    <w:p w14:paraId="2D36CEFD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</w:p>
    <w:p w14:paraId="2AAF8166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</w:p>
    <w:p w14:paraId="2A03F674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</w:p>
    <w:p w14:paraId="75129628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</w:p>
    <w:p w14:paraId="65176A73" w14:textId="77777777" w:rsidR="00D8566B" w:rsidRDefault="00D8566B" w:rsidP="00D8566B">
      <w:pPr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＊要項に記載のとおり「受講決定通知書」受領後はいかなる場合でも「研修負担金」はお支払いいただきますので、ご承知おきください。</w:t>
      </w:r>
    </w:p>
    <w:p w14:paraId="4E5BA999" w14:textId="77777777" w:rsidR="00553BA3" w:rsidRPr="00553BA3" w:rsidRDefault="00553BA3" w:rsidP="00D8566B">
      <w:pPr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＊不要な箇所は適宜削除してください。</w:t>
      </w:r>
    </w:p>
    <w:p w14:paraId="2D863B09" w14:textId="77777777" w:rsidR="00D8566B" w:rsidRPr="00116A14" w:rsidRDefault="00D8566B" w:rsidP="00D8566B">
      <w:pPr>
        <w:pStyle w:val="a5"/>
        <w:rPr>
          <w:rFonts w:ascii="UD デジタル 教科書体 NK-R" w:eastAsia="UD デジタル 教科書体 NK-R"/>
          <w:sz w:val="22"/>
        </w:rPr>
      </w:pPr>
      <w:r w:rsidRPr="00116A14">
        <w:rPr>
          <w:rFonts w:ascii="UD デジタル 教科書体 NK-R" w:eastAsia="UD デジタル 教科書体 NK-R" w:hint="eastAsia"/>
          <w:sz w:val="22"/>
        </w:rPr>
        <w:t>以上</w:t>
      </w:r>
    </w:p>
    <w:p w14:paraId="119383B1" w14:textId="77777777" w:rsidR="00D8566B" w:rsidRPr="00116A14" w:rsidRDefault="00D8566B" w:rsidP="00D8566B">
      <w:pPr>
        <w:rPr>
          <w:rFonts w:ascii="UD デジタル 教科書体 NK-R" w:eastAsia="UD デジタル 教科書体 NK-R"/>
          <w:sz w:val="22"/>
        </w:rPr>
      </w:pPr>
    </w:p>
    <w:sectPr w:rsidR="00D8566B" w:rsidRPr="00116A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03EF0" w14:textId="77777777" w:rsidR="00C74D3D" w:rsidRDefault="00C74D3D" w:rsidP="00C74D3D">
      <w:r>
        <w:separator/>
      </w:r>
    </w:p>
  </w:endnote>
  <w:endnote w:type="continuationSeparator" w:id="0">
    <w:p w14:paraId="31CD5F1C" w14:textId="77777777" w:rsidR="00C74D3D" w:rsidRDefault="00C74D3D" w:rsidP="00C7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48308" w14:textId="77777777" w:rsidR="00C74D3D" w:rsidRDefault="00C74D3D" w:rsidP="00C74D3D">
      <w:r>
        <w:separator/>
      </w:r>
    </w:p>
  </w:footnote>
  <w:footnote w:type="continuationSeparator" w:id="0">
    <w:p w14:paraId="6393365D" w14:textId="77777777" w:rsidR="00C74D3D" w:rsidRDefault="00C74D3D" w:rsidP="00C74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attachedTemplate r:id="rId1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ED"/>
    <w:rsid w:val="00035904"/>
    <w:rsid w:val="00116A14"/>
    <w:rsid w:val="00147EED"/>
    <w:rsid w:val="00441414"/>
    <w:rsid w:val="00553BA3"/>
    <w:rsid w:val="00691F3A"/>
    <w:rsid w:val="00C74D3D"/>
    <w:rsid w:val="00D8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A59140"/>
  <w15:chartTrackingRefBased/>
  <w15:docId w15:val="{8DDBCDEA-7B31-47CE-8399-912102F6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566B"/>
    <w:pPr>
      <w:jc w:val="center"/>
    </w:pPr>
  </w:style>
  <w:style w:type="character" w:customStyle="1" w:styleId="a4">
    <w:name w:val="記 (文字)"/>
    <w:basedOn w:val="a0"/>
    <w:link w:val="a3"/>
    <w:uiPriority w:val="99"/>
    <w:rsid w:val="00D8566B"/>
  </w:style>
  <w:style w:type="paragraph" w:styleId="a5">
    <w:name w:val="Closing"/>
    <w:basedOn w:val="a"/>
    <w:link w:val="a6"/>
    <w:uiPriority w:val="99"/>
    <w:unhideWhenUsed/>
    <w:rsid w:val="00D8566B"/>
    <w:pPr>
      <w:jc w:val="right"/>
    </w:pPr>
  </w:style>
  <w:style w:type="character" w:customStyle="1" w:styleId="a6">
    <w:name w:val="結語 (文字)"/>
    <w:basedOn w:val="a0"/>
    <w:link w:val="a5"/>
    <w:uiPriority w:val="99"/>
    <w:rsid w:val="00D8566B"/>
  </w:style>
  <w:style w:type="paragraph" w:styleId="a7">
    <w:name w:val="header"/>
    <w:basedOn w:val="a"/>
    <w:link w:val="a8"/>
    <w:uiPriority w:val="99"/>
    <w:unhideWhenUsed/>
    <w:rsid w:val="00C74D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4D3D"/>
  </w:style>
  <w:style w:type="paragraph" w:styleId="a9">
    <w:name w:val="footer"/>
    <w:basedOn w:val="a"/>
    <w:link w:val="aa"/>
    <w:uiPriority w:val="99"/>
    <w:unhideWhenUsed/>
    <w:rsid w:val="00C74D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4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254.103\&#12475;&#12531;&#12479;&#12540;\&#20849;&#26377;\&#12295;&#30740;&#20462;\&#36215;&#26696;&#12539;FAX%20Temp\&#30740;&#20462;&#36766;&#36864;&#23626;temp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研修辞退届temp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himac029</dc:creator>
  <cp:keywords/>
  <dc:description/>
  <cp:lastModifiedBy>HIMACEN0024</cp:lastModifiedBy>
  <cp:revision>3</cp:revision>
  <dcterms:created xsi:type="dcterms:W3CDTF">2023-07-21T03:08:00Z</dcterms:created>
  <dcterms:modified xsi:type="dcterms:W3CDTF">2025-02-04T05:52:00Z</dcterms:modified>
</cp:coreProperties>
</file>